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25D" w:rsidRPr="00D234FE" w:rsidRDefault="00D4625D" w:rsidP="00A9243E">
      <w:pPr>
        <w:rPr>
          <w:rFonts w:ascii="Tahoma" w:hAnsi="Tahoma" w:cs="Tahoma"/>
          <w:b/>
          <w:bCs/>
          <w:sz w:val="28"/>
          <w:szCs w:val="28"/>
          <w:u w:val="single"/>
          <w:lang w:val="en-US"/>
        </w:rPr>
      </w:pPr>
      <w:r>
        <w:rPr>
          <w:noProof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2" o:spid="_x0000_s1026" type="#_x0000_t75" alt="logoAHKath06" style="position:absolute;margin-left:19.8pt;margin-top:22.65pt;width:267pt;height:53.25pt;z-index:251658240;visibility:visible">
            <v:imagedata r:id="rId7" o:title=""/>
          </v:shape>
        </w:pict>
      </w:r>
    </w:p>
    <w:p w:rsidR="00D4625D" w:rsidRPr="009A64AF" w:rsidRDefault="00D4625D" w:rsidP="00B05106">
      <w:pPr>
        <w:jc w:val="center"/>
        <w:rPr>
          <w:rFonts w:ascii="Tahoma" w:hAnsi="Tahoma" w:cs="Tahoma"/>
          <w:b/>
          <w:bCs/>
          <w:sz w:val="16"/>
          <w:szCs w:val="16"/>
          <w:u w:val="single"/>
          <w:lang w:val="en-US" w:eastAsia="en-US"/>
        </w:rPr>
      </w:pPr>
      <w:r>
        <w:rPr>
          <w:noProof/>
          <w:lang w:val="en-US" w:eastAsia="zh-CN"/>
        </w:rPr>
        <w:pict>
          <v:shape id="Picture 1" o:spid="_x0000_s1027" type="#_x0000_t75" style="position:absolute;left:0;text-align:left;margin-left:404.25pt;margin-top:36.85pt;width:63.75pt;height:66.75pt;z-index:251657216;visibility:visible;mso-position-vertical-relative:page">
            <v:imagedata r:id="rId8" o:title=""/>
            <w10:wrap type="topAndBottom" anchory="page"/>
          </v:shape>
        </w:pict>
      </w:r>
    </w:p>
    <w:p w:rsidR="00D4625D" w:rsidRDefault="00D4625D" w:rsidP="004E60F8">
      <w:pPr>
        <w:rPr>
          <w:rFonts w:ascii="Arial" w:hAnsi="Arial" w:cs="Arial"/>
          <w:b/>
          <w:bCs/>
          <w:lang w:val="en-US"/>
        </w:rPr>
      </w:pPr>
      <w:r>
        <w:rPr>
          <w:rFonts w:ascii="Tahoma" w:hAnsi="Tahoma" w:cs="Tahoma"/>
          <w:sz w:val="16"/>
          <w:szCs w:val="16"/>
          <w:lang w:val="en-US" w:eastAsia="en-US"/>
        </w:rPr>
        <w:t xml:space="preserve">                                                    </w:t>
      </w:r>
      <w:r>
        <w:rPr>
          <w:rFonts w:ascii="Arial" w:hAnsi="Arial" w:cs="Arial"/>
          <w:b/>
          <w:bCs/>
          <w:lang w:val="en-US"/>
        </w:rPr>
        <w:t xml:space="preserve">GREEK BUSINESS DELEGATION to ASIA                                                </w:t>
      </w:r>
    </w:p>
    <w:p w:rsidR="00D4625D" w:rsidRDefault="00D4625D" w:rsidP="004E60F8">
      <w:pPr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                                                       23rd  – 30</w:t>
      </w:r>
      <w:r>
        <w:rPr>
          <w:rFonts w:ascii="Arial" w:hAnsi="Arial" w:cs="Arial"/>
          <w:b/>
          <w:bCs/>
          <w:vertAlign w:val="superscript"/>
          <w:lang w:val="en-US"/>
        </w:rPr>
        <w:t>th</w:t>
      </w:r>
      <w:r>
        <w:rPr>
          <w:rFonts w:ascii="Arial" w:hAnsi="Arial" w:cs="Arial"/>
          <w:b/>
          <w:bCs/>
          <w:lang w:val="en-US"/>
        </w:rPr>
        <w:t xml:space="preserve"> September 2017</w:t>
      </w:r>
    </w:p>
    <w:p w:rsidR="00D4625D" w:rsidRDefault="00D4625D" w:rsidP="004E60F8">
      <w:pPr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                           </w:t>
      </w:r>
      <w:r>
        <w:rPr>
          <w:rFonts w:ascii="Arial" w:hAnsi="Arial" w:cs="Arial"/>
          <w:b/>
          <w:bCs/>
        </w:rPr>
        <w:t>ΤΟΚΥΟ</w:t>
      </w:r>
      <w:r>
        <w:rPr>
          <w:rFonts w:ascii="Arial" w:hAnsi="Arial" w:cs="Arial"/>
          <w:b/>
          <w:bCs/>
          <w:lang w:val="en-US"/>
        </w:rPr>
        <w:t xml:space="preserve"> 25-26/9, BEIJING 27/9, SANGHAI 28/9, </w:t>
      </w:r>
      <w:r>
        <w:rPr>
          <w:rFonts w:ascii="Arial" w:hAnsi="Arial" w:cs="Arial"/>
          <w:b/>
          <w:bCs/>
        </w:rPr>
        <w:t>ΤΑΙ</w:t>
      </w:r>
      <w:r>
        <w:rPr>
          <w:rFonts w:ascii="Arial" w:hAnsi="Arial" w:cs="Arial"/>
          <w:b/>
          <w:bCs/>
          <w:lang w:val="en-US"/>
        </w:rPr>
        <w:t>P</w:t>
      </w:r>
      <w:r>
        <w:rPr>
          <w:rFonts w:ascii="Arial" w:hAnsi="Arial" w:cs="Arial"/>
          <w:b/>
          <w:bCs/>
        </w:rPr>
        <w:t>ΕΙ</w:t>
      </w:r>
      <w:r>
        <w:rPr>
          <w:rFonts w:ascii="Arial" w:hAnsi="Arial" w:cs="Arial"/>
          <w:b/>
          <w:bCs/>
          <w:lang w:val="en-US"/>
        </w:rPr>
        <w:t xml:space="preserve"> 29/9 </w:t>
      </w:r>
    </w:p>
    <w:p w:rsidR="00D4625D" w:rsidRDefault="00D4625D" w:rsidP="004E60F8">
      <w:pPr>
        <w:rPr>
          <w:rFonts w:ascii="Arial" w:hAnsi="Arial" w:cs="Arial"/>
          <w:lang w:val="en-US"/>
        </w:rPr>
      </w:pPr>
    </w:p>
    <w:p w:rsidR="00D4625D" w:rsidRDefault="00D4625D" w:rsidP="004E60F8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organization: German-Greek Chamber of Industry and Commerce</w:t>
      </w:r>
    </w:p>
    <w:p w:rsidR="00D4625D" w:rsidRDefault="00D4625D" w:rsidP="004E60F8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         Greek-Asian Business Council </w:t>
      </w:r>
    </w:p>
    <w:p w:rsidR="00D4625D" w:rsidRDefault="00D4625D" w:rsidP="004E60F8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with the support of: Commercial Offices in Tokyo, Beijing, Shanghai</w:t>
      </w:r>
    </w:p>
    <w:p w:rsidR="00D4625D" w:rsidRDefault="00D4625D" w:rsidP="004E60F8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                   CIECA, </w:t>
      </w:r>
      <w:r>
        <w:rPr>
          <w:rFonts w:ascii="Arial" w:hAnsi="Arial" w:cs="Arial"/>
        </w:rPr>
        <w:t>Τ</w:t>
      </w:r>
      <w:r>
        <w:rPr>
          <w:rFonts w:ascii="Arial" w:hAnsi="Arial" w:cs="Arial"/>
          <w:lang w:val="en-US"/>
        </w:rPr>
        <w:t>aiwan</w:t>
      </w:r>
    </w:p>
    <w:p w:rsidR="00D4625D" w:rsidRDefault="00D4625D" w:rsidP="004E60F8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                   Bilateral German Chambers</w:t>
      </w:r>
    </w:p>
    <w:p w:rsidR="00D4625D" w:rsidRDefault="00D4625D" w:rsidP="004E60F8">
      <w:pPr>
        <w:rPr>
          <w:rFonts w:ascii="Arial" w:hAnsi="Arial" w:cs="Arial"/>
          <w:b/>
          <w:bCs/>
          <w:color w:val="000000"/>
          <w:spacing w:val="50"/>
          <w:lang w:val="en-US" w:eastAsia="fr-FR"/>
        </w:rPr>
      </w:pPr>
    </w:p>
    <w:p w:rsidR="00D4625D" w:rsidRPr="00DC6E56" w:rsidRDefault="00D4625D" w:rsidP="00DC6E56">
      <w:pPr>
        <w:pStyle w:val="Header"/>
        <w:spacing w:before="60" w:after="60"/>
        <w:jc w:val="center"/>
        <w:rPr>
          <w:rFonts w:ascii="Arial" w:hAnsi="Arial" w:cs="Arial"/>
          <w:b/>
          <w:bCs/>
          <w:color w:val="000000"/>
          <w:spacing w:val="50"/>
          <w:lang w:eastAsia="fr-FR"/>
        </w:rPr>
      </w:pPr>
      <w:r w:rsidRPr="00DC6E56">
        <w:rPr>
          <w:rFonts w:ascii="Arial" w:hAnsi="Arial" w:cs="Arial"/>
          <w:b/>
          <w:bCs/>
          <w:color w:val="000000"/>
          <w:spacing w:val="50"/>
          <w:lang w:eastAsia="fr-FR"/>
        </w:rPr>
        <w:t>REGISTRATION FORM</w:t>
      </w:r>
    </w:p>
    <w:p w:rsidR="00D4625D" w:rsidRPr="00DC6E56" w:rsidRDefault="00D4625D" w:rsidP="00DC6E56">
      <w:pPr>
        <w:pStyle w:val="Header"/>
        <w:spacing w:before="60" w:after="60"/>
        <w:jc w:val="center"/>
        <w:rPr>
          <w:rFonts w:ascii="Arial" w:hAnsi="Arial" w:cs="Arial"/>
          <w:b/>
          <w:bCs/>
          <w:color w:val="000000"/>
          <w:spacing w:val="50"/>
          <w:lang w:eastAsia="fr-FR"/>
        </w:rPr>
      </w:pPr>
      <w:r w:rsidRPr="00DC6E56">
        <w:rPr>
          <w:rFonts w:ascii="Arial" w:hAnsi="Arial" w:cs="Arial"/>
          <w:b/>
          <w:bCs/>
          <w:color w:val="000000"/>
          <w:spacing w:val="50"/>
          <w:lang w:eastAsia="fr-FR"/>
        </w:rPr>
        <w:t>please send to y.patsiavos@ahk.com.gr</w:t>
      </w:r>
    </w:p>
    <w:p w:rsidR="00D4625D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</w:p>
    <w:p w:rsidR="00D4625D" w:rsidRPr="00DC6E56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  <w:r w:rsidRPr="00DC6E56">
        <w:rPr>
          <w:rFonts w:ascii="Arial" w:hAnsi="Arial" w:cs="Arial"/>
          <w:b/>
          <w:bCs/>
          <w:sz w:val="22"/>
          <w:szCs w:val="22"/>
          <w:lang w:val="en-US" w:eastAsia="fr-FR"/>
        </w:rPr>
        <w:t xml:space="preserve">Company:   </w:t>
      </w:r>
      <w:r>
        <w:rPr>
          <w:rFonts w:ascii="Arial" w:hAnsi="Arial" w:cs="Arial"/>
          <w:b/>
          <w:bCs/>
          <w:sz w:val="22"/>
          <w:szCs w:val="22"/>
          <w:lang w:val="en-US" w:eastAsia="fr-FR"/>
        </w:rPr>
        <w:t>ERGOEPISKEVES  ATEE</w:t>
      </w:r>
    </w:p>
    <w:p w:rsidR="00D4625D" w:rsidRPr="00DC6E56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</w:p>
    <w:p w:rsidR="00D4625D" w:rsidRPr="00DC6E56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</w:p>
    <w:p w:rsidR="00D4625D" w:rsidRPr="00DC6E56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</w:p>
    <w:p w:rsidR="00D4625D" w:rsidRPr="00DC6E56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  <w:r w:rsidRPr="00DC6E56">
        <w:rPr>
          <w:rFonts w:ascii="Arial" w:hAnsi="Arial" w:cs="Arial"/>
          <w:b/>
          <w:bCs/>
          <w:sz w:val="22"/>
          <w:szCs w:val="22"/>
          <w:lang w:val="en-US" w:eastAsia="fr-FR"/>
        </w:rPr>
        <w:t>Company profile/activity, brief description of products/services:</w:t>
      </w:r>
    </w:p>
    <w:p w:rsidR="00D4625D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</w:p>
    <w:p w:rsidR="00D4625D" w:rsidRPr="00DC6E56" w:rsidRDefault="00D4625D" w:rsidP="004956AF">
      <w:pPr>
        <w:pStyle w:val="NormalWeb"/>
        <w:spacing w:before="0" w:beforeAutospacing="0" w:after="0" w:afterAutospacing="0"/>
        <w:ind w:left="1582" w:firstLine="578"/>
        <w:rPr>
          <w:rFonts w:ascii="Arial" w:hAnsi="Arial" w:cs="Arial"/>
          <w:b/>
          <w:bCs/>
          <w:sz w:val="22"/>
          <w:szCs w:val="22"/>
          <w:lang w:val="en-US" w:eastAsia="fr-FR"/>
        </w:rPr>
      </w:pPr>
      <w:r>
        <w:rPr>
          <w:rFonts w:ascii="Arial" w:hAnsi="Arial" w:cs="Arial"/>
          <w:b/>
          <w:bCs/>
          <w:sz w:val="22"/>
          <w:szCs w:val="22"/>
          <w:lang w:val="en-US" w:eastAsia="fr-FR"/>
        </w:rPr>
        <w:t>HYDRAMA GRAND HOTEL</w:t>
      </w:r>
    </w:p>
    <w:p w:rsidR="00D4625D" w:rsidRPr="00DC6E56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</w:p>
    <w:p w:rsidR="00D4625D" w:rsidRPr="00DC6E56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</w:p>
    <w:p w:rsidR="00D4625D" w:rsidRPr="00DC6E56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</w:p>
    <w:p w:rsidR="00D4625D" w:rsidRPr="00DC6E56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  <w:r w:rsidRPr="00DC6E56">
        <w:rPr>
          <w:rFonts w:ascii="Arial" w:hAnsi="Arial" w:cs="Arial"/>
          <w:b/>
          <w:bCs/>
          <w:sz w:val="22"/>
          <w:szCs w:val="22"/>
          <w:lang w:val="en-US" w:eastAsia="fr-FR"/>
        </w:rPr>
        <w:t>Participant:</w:t>
      </w:r>
      <w:r>
        <w:rPr>
          <w:rFonts w:ascii="Arial" w:hAnsi="Arial" w:cs="Arial"/>
          <w:b/>
          <w:bCs/>
          <w:sz w:val="22"/>
          <w:szCs w:val="22"/>
          <w:lang w:val="en-US" w:eastAsia="fr-FR"/>
        </w:rPr>
        <w:t xml:space="preserve"> LEDAKIS EMMANOUIL</w:t>
      </w:r>
    </w:p>
    <w:p w:rsidR="00D4625D" w:rsidRPr="00DC6E56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</w:p>
    <w:p w:rsidR="00D4625D" w:rsidRPr="00DC6E56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  <w:r w:rsidRPr="00DC6E56">
        <w:rPr>
          <w:rFonts w:ascii="Arial" w:hAnsi="Arial" w:cs="Arial"/>
          <w:b/>
          <w:bCs/>
          <w:sz w:val="22"/>
          <w:szCs w:val="22"/>
          <w:lang w:val="en-US" w:eastAsia="fr-FR"/>
        </w:rPr>
        <w:t>Position:</w:t>
      </w:r>
      <w:r>
        <w:rPr>
          <w:rFonts w:ascii="Arial" w:hAnsi="Arial" w:cs="Arial"/>
          <w:b/>
          <w:bCs/>
          <w:sz w:val="22"/>
          <w:szCs w:val="22"/>
          <w:lang w:val="en-US" w:eastAsia="fr-FR"/>
        </w:rPr>
        <w:t xml:space="preserve"> DRAMA</w:t>
      </w:r>
    </w:p>
    <w:p w:rsidR="00D4625D" w:rsidRPr="00DC6E56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</w:p>
    <w:p w:rsidR="00D4625D" w:rsidRPr="00DC6E56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  <w:r w:rsidRPr="00DC6E56">
        <w:rPr>
          <w:rFonts w:ascii="Arial" w:hAnsi="Arial" w:cs="Arial"/>
          <w:b/>
          <w:bCs/>
          <w:sz w:val="22"/>
          <w:szCs w:val="22"/>
          <w:lang w:val="en-US" w:eastAsia="fr-FR"/>
        </w:rPr>
        <w:t xml:space="preserve">Address:  </w:t>
      </w:r>
      <w:r>
        <w:rPr>
          <w:rFonts w:ascii="Arial" w:hAnsi="Arial" w:cs="Arial"/>
          <w:b/>
          <w:bCs/>
          <w:sz w:val="22"/>
          <w:szCs w:val="22"/>
          <w:lang w:val="en-US" w:eastAsia="fr-FR"/>
        </w:rPr>
        <w:t>AG.VARVARAS 11</w:t>
      </w:r>
    </w:p>
    <w:p w:rsidR="00D4625D" w:rsidRPr="00DC6E56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</w:p>
    <w:p w:rsidR="00D4625D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  <w:r w:rsidRPr="00DC6E56">
        <w:rPr>
          <w:rFonts w:ascii="Arial" w:hAnsi="Arial" w:cs="Arial"/>
          <w:b/>
          <w:bCs/>
          <w:sz w:val="22"/>
          <w:szCs w:val="22"/>
          <w:lang w:val="en-US" w:eastAsia="fr-FR"/>
        </w:rPr>
        <w:t>E-mail:</w:t>
      </w:r>
      <w:r>
        <w:rPr>
          <w:rFonts w:ascii="Arial" w:hAnsi="Arial" w:cs="Arial"/>
          <w:b/>
          <w:bCs/>
          <w:sz w:val="22"/>
          <w:szCs w:val="22"/>
          <w:lang w:val="en-US" w:eastAsia="fr-FR"/>
        </w:rPr>
        <w:t>manolisled@gmail.com</w:t>
      </w:r>
      <w:r w:rsidRPr="00DC6E56">
        <w:rPr>
          <w:rFonts w:ascii="Arial" w:hAnsi="Arial" w:cs="Arial"/>
          <w:b/>
          <w:bCs/>
          <w:sz w:val="22"/>
          <w:szCs w:val="22"/>
          <w:lang w:val="en-US" w:eastAsia="fr-FR"/>
        </w:rPr>
        <w:t xml:space="preserve">        </w:t>
      </w:r>
      <w:r>
        <w:rPr>
          <w:rFonts w:ascii="Arial" w:hAnsi="Arial" w:cs="Arial"/>
          <w:b/>
          <w:bCs/>
          <w:sz w:val="22"/>
          <w:szCs w:val="22"/>
          <w:lang w:val="en-US" w:eastAsia="fr-FR"/>
        </w:rPr>
        <w:t xml:space="preserve">           </w:t>
      </w:r>
      <w:r w:rsidRPr="00DC6E56">
        <w:rPr>
          <w:rFonts w:ascii="Arial" w:hAnsi="Arial" w:cs="Arial"/>
          <w:b/>
          <w:bCs/>
          <w:sz w:val="22"/>
          <w:szCs w:val="22"/>
          <w:lang w:val="en-US" w:eastAsia="fr-FR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en-US" w:eastAsia="fr-FR"/>
        </w:rPr>
        <w:t xml:space="preserve">  </w:t>
      </w:r>
      <w:r w:rsidRPr="00DC6E56">
        <w:rPr>
          <w:rFonts w:ascii="Arial" w:hAnsi="Arial" w:cs="Arial"/>
          <w:b/>
          <w:bCs/>
          <w:sz w:val="22"/>
          <w:szCs w:val="22"/>
          <w:lang w:val="en-US" w:eastAsia="fr-FR"/>
        </w:rPr>
        <w:t xml:space="preserve">   web:</w:t>
      </w:r>
      <w:r>
        <w:rPr>
          <w:rFonts w:ascii="Arial" w:hAnsi="Arial" w:cs="Arial"/>
          <w:b/>
          <w:bCs/>
          <w:sz w:val="22"/>
          <w:szCs w:val="22"/>
          <w:lang w:val="en-US" w:eastAsia="fr-FR"/>
        </w:rPr>
        <w:t xml:space="preserve"> </w:t>
      </w:r>
      <w:hyperlink r:id="rId9" w:history="1">
        <w:r w:rsidRPr="002A6B86">
          <w:rPr>
            <w:rStyle w:val="Hyperlink"/>
            <w:rFonts w:ascii="Arial" w:hAnsi="Arial" w:cs="Arial"/>
            <w:b/>
            <w:bCs/>
            <w:sz w:val="22"/>
            <w:szCs w:val="22"/>
            <w:lang w:val="en-US" w:eastAsia="fr-FR"/>
          </w:rPr>
          <w:t>www.hydramagrandhotel.gr</w:t>
        </w:r>
      </w:hyperlink>
    </w:p>
    <w:p w:rsidR="00D4625D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  <w:r>
        <w:rPr>
          <w:rFonts w:ascii="Arial" w:hAnsi="Arial" w:cs="Arial"/>
          <w:b/>
          <w:bCs/>
          <w:sz w:val="22"/>
          <w:szCs w:val="22"/>
          <w:lang w:val="en-US" w:eastAsia="fr-FR"/>
        </w:rPr>
        <w:tab/>
      </w:r>
      <w:r>
        <w:rPr>
          <w:rFonts w:ascii="Arial" w:hAnsi="Arial" w:cs="Arial"/>
          <w:b/>
          <w:bCs/>
          <w:sz w:val="22"/>
          <w:szCs w:val="22"/>
          <w:lang w:val="en-US" w:eastAsia="fr-FR"/>
        </w:rPr>
        <w:tab/>
      </w:r>
      <w:r>
        <w:rPr>
          <w:rFonts w:ascii="Arial" w:hAnsi="Arial" w:cs="Arial"/>
          <w:b/>
          <w:bCs/>
          <w:sz w:val="22"/>
          <w:szCs w:val="22"/>
          <w:lang w:val="en-US" w:eastAsia="fr-FR"/>
        </w:rPr>
        <w:tab/>
      </w:r>
      <w:r>
        <w:rPr>
          <w:rFonts w:ascii="Arial" w:hAnsi="Arial" w:cs="Arial"/>
          <w:b/>
          <w:bCs/>
          <w:sz w:val="22"/>
          <w:szCs w:val="22"/>
          <w:lang w:val="en-US" w:eastAsia="fr-FR"/>
        </w:rPr>
        <w:tab/>
      </w:r>
      <w:r>
        <w:rPr>
          <w:rFonts w:ascii="Arial" w:hAnsi="Arial" w:cs="Arial"/>
          <w:b/>
          <w:bCs/>
          <w:sz w:val="22"/>
          <w:szCs w:val="22"/>
          <w:lang w:val="en-US" w:eastAsia="fr-FR"/>
        </w:rPr>
        <w:tab/>
      </w:r>
      <w:r>
        <w:rPr>
          <w:rFonts w:ascii="Arial" w:hAnsi="Arial" w:cs="Arial"/>
          <w:b/>
          <w:bCs/>
          <w:sz w:val="22"/>
          <w:szCs w:val="22"/>
          <w:lang w:val="en-US" w:eastAsia="fr-FR"/>
        </w:rPr>
        <w:tab/>
        <w:t xml:space="preserve">        web   </w:t>
      </w:r>
      <w:hyperlink r:id="rId10" w:history="1">
        <w:r w:rsidRPr="002A6B86">
          <w:rPr>
            <w:rStyle w:val="Hyperlink"/>
            <w:rFonts w:ascii="Arial" w:hAnsi="Arial" w:cs="Arial"/>
            <w:b/>
            <w:bCs/>
            <w:sz w:val="22"/>
            <w:szCs w:val="22"/>
            <w:lang w:val="en-US" w:eastAsia="fr-FR"/>
          </w:rPr>
          <w:t>www.tachydomi.gr</w:t>
        </w:r>
      </w:hyperlink>
    </w:p>
    <w:p w:rsidR="00D4625D" w:rsidRPr="004956AF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eastAsia="fr-FR"/>
        </w:rPr>
      </w:pPr>
    </w:p>
    <w:p w:rsidR="00D4625D" w:rsidRPr="00DC6E56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</w:p>
    <w:p w:rsidR="00D4625D" w:rsidRPr="00DC6E56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  <w:r>
        <w:rPr>
          <w:rFonts w:ascii="Arial" w:hAnsi="Arial" w:cs="Arial"/>
          <w:b/>
          <w:bCs/>
          <w:sz w:val="22"/>
          <w:szCs w:val="22"/>
          <w:lang w:val="en-US" w:eastAsia="fr-FR"/>
        </w:rPr>
        <w:t>tel:+30 2521035004</w:t>
      </w:r>
      <w:r w:rsidRPr="00DC6E56">
        <w:rPr>
          <w:rFonts w:ascii="Arial" w:hAnsi="Arial" w:cs="Arial"/>
          <w:b/>
          <w:bCs/>
          <w:sz w:val="22"/>
          <w:szCs w:val="22"/>
          <w:lang w:val="en-US" w:eastAsia="fr-FR"/>
        </w:rPr>
        <w:t xml:space="preserve">                                 </w:t>
      </w:r>
      <w:r>
        <w:rPr>
          <w:rFonts w:ascii="Arial" w:hAnsi="Arial" w:cs="Arial"/>
          <w:b/>
          <w:bCs/>
          <w:sz w:val="22"/>
          <w:szCs w:val="22"/>
          <w:lang w:val="en-US" w:eastAsia="fr-FR"/>
        </w:rPr>
        <w:t xml:space="preserve">           </w:t>
      </w:r>
      <w:r w:rsidRPr="00DC6E56">
        <w:rPr>
          <w:rFonts w:ascii="Arial" w:hAnsi="Arial" w:cs="Arial"/>
          <w:b/>
          <w:bCs/>
          <w:sz w:val="22"/>
          <w:szCs w:val="22"/>
          <w:lang w:val="en-US" w:eastAsia="fr-FR"/>
        </w:rPr>
        <w:t>mobile:</w:t>
      </w:r>
      <w:r>
        <w:rPr>
          <w:rFonts w:ascii="Arial" w:hAnsi="Arial" w:cs="Arial"/>
          <w:b/>
          <w:bCs/>
          <w:sz w:val="22"/>
          <w:szCs w:val="22"/>
          <w:lang w:val="en-US" w:eastAsia="fr-FR"/>
        </w:rPr>
        <w:t>+30 6977089600</w:t>
      </w:r>
      <w:r w:rsidRPr="00DC6E56">
        <w:rPr>
          <w:rFonts w:ascii="Arial" w:hAnsi="Arial" w:cs="Arial"/>
          <w:b/>
          <w:bCs/>
          <w:sz w:val="22"/>
          <w:szCs w:val="22"/>
          <w:lang w:val="en-US" w:eastAsia="fr-FR"/>
        </w:rPr>
        <w:t xml:space="preserve">      </w:t>
      </w:r>
    </w:p>
    <w:p w:rsidR="00D4625D" w:rsidRPr="00DC6E56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</w:p>
    <w:p w:rsidR="00D4625D" w:rsidRPr="00DC6E56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</w:p>
    <w:p w:rsidR="00D4625D" w:rsidRPr="00DC6E56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  <w:r w:rsidRPr="00DC6E56">
        <w:rPr>
          <w:rFonts w:ascii="Arial" w:hAnsi="Arial" w:cs="Arial"/>
          <w:b/>
          <w:bCs/>
          <w:sz w:val="22"/>
          <w:szCs w:val="22"/>
          <w:lang w:val="en-US" w:eastAsia="fr-FR"/>
        </w:rPr>
        <w:t>B2B MEETINGS REQUEST</w:t>
      </w:r>
    </w:p>
    <w:p w:rsidR="00D4625D" w:rsidRPr="00DC6E56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</w:p>
    <w:p w:rsidR="00D4625D" w:rsidRPr="004956AF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  <w:r w:rsidRPr="00DC6E56">
        <w:rPr>
          <w:rFonts w:ascii="Arial" w:hAnsi="Arial" w:cs="Arial"/>
          <w:b/>
          <w:bCs/>
          <w:sz w:val="22"/>
          <w:szCs w:val="22"/>
          <w:lang w:val="en-US" w:eastAsia="fr-FR"/>
        </w:rPr>
        <w:t>Type of Asian companies you wish to meet (sector, activity):</w:t>
      </w:r>
      <w:r>
        <w:rPr>
          <w:rFonts w:ascii="Arial" w:hAnsi="Arial" w:cs="Arial"/>
          <w:b/>
          <w:bCs/>
          <w:sz w:val="22"/>
          <w:szCs w:val="22"/>
          <w:lang w:val="en-US" w:eastAsia="fr-FR"/>
        </w:rPr>
        <w:t xml:space="preserve">  TOURISM AND REAL ESTATE</w:t>
      </w:r>
    </w:p>
    <w:p w:rsidR="00D4625D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</w:p>
    <w:p w:rsidR="00D4625D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</w:p>
    <w:p w:rsidR="00D4625D" w:rsidRPr="00DC6E56" w:rsidRDefault="00D4625D" w:rsidP="004956AF">
      <w:pPr>
        <w:pStyle w:val="NormalWeb"/>
        <w:spacing w:before="0" w:beforeAutospacing="0" w:after="0" w:afterAutospacing="0"/>
        <w:ind w:left="1582" w:firstLine="578"/>
        <w:rPr>
          <w:rFonts w:ascii="Arial" w:hAnsi="Arial" w:cs="Arial"/>
          <w:b/>
          <w:bCs/>
          <w:sz w:val="22"/>
          <w:szCs w:val="22"/>
          <w:lang w:val="en-US" w:eastAsia="fr-FR"/>
        </w:rPr>
      </w:pPr>
      <w:r>
        <w:rPr>
          <w:rFonts w:ascii="Arial" w:hAnsi="Arial" w:cs="Arial"/>
          <w:b/>
          <w:bCs/>
          <w:sz w:val="22"/>
          <w:szCs w:val="22"/>
          <w:lang w:val="en-US" w:eastAsia="fr-FR"/>
        </w:rPr>
        <w:t>TOURISM AND REAL ESTATE</w:t>
      </w:r>
    </w:p>
    <w:p w:rsidR="00D4625D" w:rsidRPr="00DC6E56" w:rsidRDefault="00D4625D" w:rsidP="004956AF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en-US" w:eastAsia="fr-FR"/>
        </w:rPr>
      </w:pPr>
    </w:p>
    <w:p w:rsidR="00D4625D" w:rsidRPr="00DC6E56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</w:p>
    <w:p w:rsidR="00D4625D" w:rsidRPr="00DC6E56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</w:p>
    <w:p w:rsidR="00D4625D" w:rsidRPr="00DC6E56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  <w:r w:rsidRPr="00DC6E56">
        <w:rPr>
          <w:rFonts w:ascii="Arial" w:hAnsi="Arial" w:cs="Arial"/>
          <w:b/>
          <w:bCs/>
          <w:sz w:val="22"/>
          <w:szCs w:val="22"/>
          <w:lang w:val="en-US" w:eastAsia="fr-FR"/>
        </w:rPr>
        <w:t>Type of cooperation you are seeking (i.e. export/import, representation, joint-venture, investment, etc.)</w:t>
      </w:r>
    </w:p>
    <w:p w:rsidR="00D4625D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</w:p>
    <w:p w:rsidR="00D4625D" w:rsidRPr="004956AF" w:rsidRDefault="00D4625D" w:rsidP="004956AF">
      <w:pPr>
        <w:pStyle w:val="NormalWeb"/>
        <w:spacing w:before="0" w:beforeAutospacing="0" w:after="0" w:afterAutospacing="0"/>
        <w:ind w:left="1582" w:firstLine="578"/>
        <w:rPr>
          <w:rFonts w:ascii="Arial" w:hAnsi="Arial" w:cs="Arial"/>
          <w:b/>
          <w:bCs/>
          <w:sz w:val="22"/>
          <w:szCs w:val="22"/>
          <w:lang w:val="en-US" w:eastAsia="fr-FR"/>
        </w:rPr>
      </w:pPr>
      <w:r>
        <w:rPr>
          <w:rFonts w:ascii="Arial" w:hAnsi="Arial" w:cs="Arial"/>
          <w:b/>
          <w:bCs/>
          <w:sz w:val="22"/>
          <w:szCs w:val="22"/>
          <w:lang w:val="en-US" w:eastAsia="fr-FR"/>
        </w:rPr>
        <w:t>TOURISM AND REAL ESTATE</w:t>
      </w:r>
    </w:p>
    <w:p w:rsidR="00D4625D" w:rsidRPr="00DC6E56" w:rsidRDefault="00D4625D" w:rsidP="00DC6E56">
      <w:pPr>
        <w:pStyle w:val="NormalWeb"/>
        <w:spacing w:before="0" w:beforeAutospacing="0" w:after="0" w:afterAutospacing="0"/>
        <w:ind w:left="142"/>
        <w:rPr>
          <w:rFonts w:ascii="Arial" w:hAnsi="Arial" w:cs="Arial"/>
          <w:b/>
          <w:bCs/>
          <w:sz w:val="22"/>
          <w:szCs w:val="22"/>
          <w:lang w:val="en-US" w:eastAsia="fr-FR"/>
        </w:rPr>
      </w:pPr>
    </w:p>
    <w:p w:rsidR="00D4625D" w:rsidRDefault="00D4625D" w:rsidP="00B05106">
      <w:pPr>
        <w:jc w:val="center"/>
        <w:rPr>
          <w:rFonts w:ascii="Tahoma" w:hAnsi="Tahoma" w:cs="Tahoma"/>
          <w:b/>
          <w:bCs/>
          <w:sz w:val="16"/>
          <w:szCs w:val="16"/>
          <w:u w:val="single"/>
          <w:lang w:val="en-US" w:eastAsia="en-US"/>
        </w:rPr>
      </w:pPr>
    </w:p>
    <w:p w:rsidR="00D4625D" w:rsidRDefault="00D4625D" w:rsidP="00B7355C">
      <w:pPr>
        <w:rPr>
          <w:rFonts w:ascii="Tahoma" w:hAnsi="Tahoma" w:cs="Tahoma"/>
          <w:b/>
          <w:bCs/>
          <w:sz w:val="16"/>
          <w:szCs w:val="16"/>
          <w:u w:val="single"/>
          <w:lang w:val="en-US" w:eastAsia="en-US"/>
        </w:rPr>
      </w:pPr>
    </w:p>
    <w:p w:rsidR="00D4625D" w:rsidRDefault="00D4625D" w:rsidP="00B7355C">
      <w:pPr>
        <w:rPr>
          <w:rFonts w:ascii="Tahoma" w:hAnsi="Tahoma" w:cs="Tahoma"/>
          <w:b/>
          <w:bCs/>
          <w:sz w:val="16"/>
          <w:szCs w:val="16"/>
          <w:u w:val="single"/>
          <w:lang w:val="en-US" w:eastAsia="en-US"/>
        </w:rPr>
      </w:pPr>
    </w:p>
    <w:p w:rsidR="00D4625D" w:rsidRDefault="00D4625D" w:rsidP="00B7355C">
      <w:pPr>
        <w:rPr>
          <w:rFonts w:ascii="Tahoma" w:hAnsi="Tahoma" w:cs="Tahoma"/>
          <w:b/>
          <w:bCs/>
          <w:sz w:val="16"/>
          <w:szCs w:val="16"/>
          <w:u w:val="single"/>
          <w:lang w:val="en-US" w:eastAsia="en-US"/>
        </w:rPr>
      </w:pPr>
    </w:p>
    <w:p w:rsidR="00D4625D" w:rsidRPr="00641157" w:rsidRDefault="00D4625D" w:rsidP="00B7355C">
      <w:pPr>
        <w:rPr>
          <w:rFonts w:ascii="Arial" w:hAnsi="Arial" w:cs="Arial"/>
          <w:lang w:val="en-US" w:eastAsia="en-US"/>
        </w:rPr>
      </w:pPr>
      <w:r w:rsidRPr="00641157">
        <w:rPr>
          <w:rFonts w:ascii="Arial" w:hAnsi="Arial" w:cs="Arial"/>
          <w:lang w:val="en-US" w:eastAsia="en-US"/>
        </w:rPr>
        <w:t xml:space="preserve">n.b. corporate profile may be attached </w:t>
      </w:r>
    </w:p>
    <w:p w:rsidR="00D4625D" w:rsidRPr="00DC6E56" w:rsidRDefault="00D4625D" w:rsidP="00B05106">
      <w:pPr>
        <w:jc w:val="center"/>
        <w:rPr>
          <w:rFonts w:ascii="Tahoma" w:hAnsi="Tahoma" w:cs="Tahoma"/>
          <w:b/>
          <w:bCs/>
          <w:sz w:val="16"/>
          <w:szCs w:val="16"/>
          <w:u w:val="single"/>
          <w:lang w:val="en-US" w:eastAsia="en-US"/>
        </w:rPr>
      </w:pPr>
      <w:r w:rsidRPr="00DC6E56">
        <w:rPr>
          <w:rFonts w:ascii="Tahoma" w:hAnsi="Tahoma" w:cs="Tahoma"/>
          <w:b/>
          <w:bCs/>
          <w:sz w:val="16"/>
          <w:szCs w:val="16"/>
          <w:u w:val="single"/>
          <w:lang w:val="en-US" w:eastAsia="en-US"/>
        </w:rPr>
        <w:t xml:space="preserve">                                          </w:t>
      </w:r>
    </w:p>
    <w:sectPr w:rsidR="00D4625D" w:rsidRPr="00DC6E56" w:rsidSect="009A64AF">
      <w:headerReference w:type="default" r:id="rId11"/>
      <w:headerReference w:type="first" r:id="rId12"/>
      <w:type w:val="continuous"/>
      <w:pgSz w:w="11906" w:h="16838" w:code="9"/>
      <w:pgMar w:top="284" w:right="566" w:bottom="0" w:left="567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25D" w:rsidRDefault="00D4625D">
      <w:r>
        <w:separator/>
      </w:r>
    </w:p>
  </w:endnote>
  <w:endnote w:type="continuationSeparator" w:id="0">
    <w:p w:rsidR="00D4625D" w:rsidRDefault="00D46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25D" w:rsidRDefault="00D4625D">
      <w:r>
        <w:separator/>
      </w:r>
    </w:p>
  </w:footnote>
  <w:footnote w:type="continuationSeparator" w:id="0">
    <w:p w:rsidR="00D4625D" w:rsidRDefault="00D46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25D" w:rsidRDefault="00D4625D" w:rsidP="00FC4A94">
    <w:pPr>
      <w:pStyle w:val="Header"/>
      <w:rPr>
        <w:lang/>
      </w:rPr>
    </w:pPr>
  </w:p>
  <w:p w:rsidR="00D4625D" w:rsidRPr="009804F2" w:rsidRDefault="00D4625D" w:rsidP="00FC4A94">
    <w:pPr>
      <w:pStyle w:val="Header"/>
      <w:rPr>
        <w:lang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25D" w:rsidRDefault="00D4625D" w:rsidP="00B7576D">
    <w:pPr>
      <w:pStyle w:val="Header"/>
      <w:tabs>
        <w:tab w:val="left" w:pos="540"/>
      </w:tabs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47FA2"/>
    <w:multiLevelType w:val="hybridMultilevel"/>
    <w:tmpl w:val="10EA5B7E"/>
    <w:lvl w:ilvl="0" w:tplc="8D6CEC7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AB7D4D"/>
    <w:multiLevelType w:val="hybridMultilevel"/>
    <w:tmpl w:val="A5E82A02"/>
    <w:lvl w:ilvl="0" w:tplc="04CEC6B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6BC3189"/>
    <w:multiLevelType w:val="hybridMultilevel"/>
    <w:tmpl w:val="9A88E210"/>
    <w:lvl w:ilvl="0" w:tplc="ABA45C9E">
      <w:numFmt w:val="bullet"/>
      <w:lvlText w:val="-"/>
      <w:lvlJc w:val="left"/>
      <w:pPr>
        <w:ind w:left="135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9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51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95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67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10" w:hanging="360"/>
      </w:pPr>
      <w:rPr>
        <w:rFonts w:ascii="Wingdings" w:hAnsi="Wingdings" w:cs="Wingdings" w:hint="default"/>
      </w:rPr>
    </w:lvl>
  </w:abstractNum>
  <w:abstractNum w:abstractNumId="3">
    <w:nsid w:val="68097541"/>
    <w:multiLevelType w:val="hybridMultilevel"/>
    <w:tmpl w:val="53240C3C"/>
    <w:lvl w:ilvl="0" w:tplc="D59AF616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FB42B28"/>
    <w:multiLevelType w:val="hybridMultilevel"/>
    <w:tmpl w:val="29FE6EBE"/>
    <w:lvl w:ilvl="0" w:tplc="3E4C56F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2967"/>
    <w:rsid w:val="000220EA"/>
    <w:rsid w:val="0002334A"/>
    <w:rsid w:val="00023FBB"/>
    <w:rsid w:val="00025E6A"/>
    <w:rsid w:val="00026816"/>
    <w:rsid w:val="000272A0"/>
    <w:rsid w:val="00032159"/>
    <w:rsid w:val="000363C4"/>
    <w:rsid w:val="000445D7"/>
    <w:rsid w:val="00044D6D"/>
    <w:rsid w:val="0005126F"/>
    <w:rsid w:val="00064F65"/>
    <w:rsid w:val="00072A47"/>
    <w:rsid w:val="00090150"/>
    <w:rsid w:val="00090885"/>
    <w:rsid w:val="000A4032"/>
    <w:rsid w:val="000B1774"/>
    <w:rsid w:val="000B6714"/>
    <w:rsid w:val="000D10FC"/>
    <w:rsid w:val="000E6D6D"/>
    <w:rsid w:val="000E71D9"/>
    <w:rsid w:val="000F73F1"/>
    <w:rsid w:val="001078C7"/>
    <w:rsid w:val="00117944"/>
    <w:rsid w:val="00136517"/>
    <w:rsid w:val="001369B0"/>
    <w:rsid w:val="00140A2A"/>
    <w:rsid w:val="001416C2"/>
    <w:rsid w:val="00141BA1"/>
    <w:rsid w:val="001518C0"/>
    <w:rsid w:val="00152CCE"/>
    <w:rsid w:val="0016738A"/>
    <w:rsid w:val="00171C21"/>
    <w:rsid w:val="0018189F"/>
    <w:rsid w:val="001A0367"/>
    <w:rsid w:val="001A3B61"/>
    <w:rsid w:val="001B5985"/>
    <w:rsid w:val="001E25C2"/>
    <w:rsid w:val="001F1E33"/>
    <w:rsid w:val="001F65FE"/>
    <w:rsid w:val="001F7C29"/>
    <w:rsid w:val="00214036"/>
    <w:rsid w:val="002229FA"/>
    <w:rsid w:val="00222AAE"/>
    <w:rsid w:val="002367CD"/>
    <w:rsid w:val="002438EB"/>
    <w:rsid w:val="00257F6D"/>
    <w:rsid w:val="00261A0E"/>
    <w:rsid w:val="00291B57"/>
    <w:rsid w:val="00297B5C"/>
    <w:rsid w:val="002A6B86"/>
    <w:rsid w:val="002C5876"/>
    <w:rsid w:val="002D1788"/>
    <w:rsid w:val="002D5829"/>
    <w:rsid w:val="002D6DA5"/>
    <w:rsid w:val="002E2938"/>
    <w:rsid w:val="002F066B"/>
    <w:rsid w:val="002F7CEF"/>
    <w:rsid w:val="003075AF"/>
    <w:rsid w:val="003125A1"/>
    <w:rsid w:val="003345E9"/>
    <w:rsid w:val="00335ED2"/>
    <w:rsid w:val="0033698E"/>
    <w:rsid w:val="0034123C"/>
    <w:rsid w:val="003478F4"/>
    <w:rsid w:val="0036717F"/>
    <w:rsid w:val="00381AD7"/>
    <w:rsid w:val="00384E26"/>
    <w:rsid w:val="00394649"/>
    <w:rsid w:val="00396DEB"/>
    <w:rsid w:val="003A5904"/>
    <w:rsid w:val="003B20EB"/>
    <w:rsid w:val="003D1144"/>
    <w:rsid w:val="003D31C2"/>
    <w:rsid w:val="003E1BC0"/>
    <w:rsid w:val="003E7FAE"/>
    <w:rsid w:val="003F6B9A"/>
    <w:rsid w:val="00407E9C"/>
    <w:rsid w:val="00424DB6"/>
    <w:rsid w:val="00427C44"/>
    <w:rsid w:val="00446C7D"/>
    <w:rsid w:val="00463215"/>
    <w:rsid w:val="00472824"/>
    <w:rsid w:val="00477886"/>
    <w:rsid w:val="00493D42"/>
    <w:rsid w:val="004956AF"/>
    <w:rsid w:val="004A72F2"/>
    <w:rsid w:val="004B20CA"/>
    <w:rsid w:val="004B68C4"/>
    <w:rsid w:val="004B6DFB"/>
    <w:rsid w:val="004C0A07"/>
    <w:rsid w:val="004C0A80"/>
    <w:rsid w:val="004C197C"/>
    <w:rsid w:val="004E60F8"/>
    <w:rsid w:val="004F4BA5"/>
    <w:rsid w:val="004F6F03"/>
    <w:rsid w:val="00503AA1"/>
    <w:rsid w:val="00510338"/>
    <w:rsid w:val="00521D96"/>
    <w:rsid w:val="00532988"/>
    <w:rsid w:val="005428F0"/>
    <w:rsid w:val="00554898"/>
    <w:rsid w:val="0055556D"/>
    <w:rsid w:val="00560EC8"/>
    <w:rsid w:val="0056100A"/>
    <w:rsid w:val="0057535C"/>
    <w:rsid w:val="0058611D"/>
    <w:rsid w:val="005868DB"/>
    <w:rsid w:val="00591E18"/>
    <w:rsid w:val="005950F7"/>
    <w:rsid w:val="005A5786"/>
    <w:rsid w:val="005E74B9"/>
    <w:rsid w:val="005F12DF"/>
    <w:rsid w:val="00600939"/>
    <w:rsid w:val="00602221"/>
    <w:rsid w:val="0060283C"/>
    <w:rsid w:val="00620E47"/>
    <w:rsid w:val="006335F9"/>
    <w:rsid w:val="00641157"/>
    <w:rsid w:val="00646D7F"/>
    <w:rsid w:val="0067147F"/>
    <w:rsid w:val="006947A2"/>
    <w:rsid w:val="006B54BC"/>
    <w:rsid w:val="006D6A84"/>
    <w:rsid w:val="006E6112"/>
    <w:rsid w:val="006F5A6A"/>
    <w:rsid w:val="006F6A33"/>
    <w:rsid w:val="00727339"/>
    <w:rsid w:val="00730138"/>
    <w:rsid w:val="00730842"/>
    <w:rsid w:val="00730C50"/>
    <w:rsid w:val="00732703"/>
    <w:rsid w:val="007460C5"/>
    <w:rsid w:val="00755067"/>
    <w:rsid w:val="00761C6B"/>
    <w:rsid w:val="00770A5A"/>
    <w:rsid w:val="007764F4"/>
    <w:rsid w:val="007809FF"/>
    <w:rsid w:val="00797E5F"/>
    <w:rsid w:val="007C3B0D"/>
    <w:rsid w:val="007C5820"/>
    <w:rsid w:val="007C7F9B"/>
    <w:rsid w:val="007D1017"/>
    <w:rsid w:val="007D36F4"/>
    <w:rsid w:val="007E7894"/>
    <w:rsid w:val="007F3CA7"/>
    <w:rsid w:val="008142DF"/>
    <w:rsid w:val="00814993"/>
    <w:rsid w:val="008261A0"/>
    <w:rsid w:val="0084031C"/>
    <w:rsid w:val="0084457C"/>
    <w:rsid w:val="00850FCD"/>
    <w:rsid w:val="0086330C"/>
    <w:rsid w:val="00866DE2"/>
    <w:rsid w:val="00872390"/>
    <w:rsid w:val="0089610E"/>
    <w:rsid w:val="008B1C0A"/>
    <w:rsid w:val="008D018D"/>
    <w:rsid w:val="008D7C9D"/>
    <w:rsid w:val="00933A18"/>
    <w:rsid w:val="009342C5"/>
    <w:rsid w:val="00943E2D"/>
    <w:rsid w:val="00944451"/>
    <w:rsid w:val="00950562"/>
    <w:rsid w:val="0096368A"/>
    <w:rsid w:val="00972CFC"/>
    <w:rsid w:val="009804F2"/>
    <w:rsid w:val="00995AF3"/>
    <w:rsid w:val="009A104C"/>
    <w:rsid w:val="009A573E"/>
    <w:rsid w:val="009A64AF"/>
    <w:rsid w:val="009B3D78"/>
    <w:rsid w:val="009C1453"/>
    <w:rsid w:val="009D0FD8"/>
    <w:rsid w:val="009D5052"/>
    <w:rsid w:val="009E23D7"/>
    <w:rsid w:val="009E6EF6"/>
    <w:rsid w:val="009F739A"/>
    <w:rsid w:val="00A04B51"/>
    <w:rsid w:val="00A04BD9"/>
    <w:rsid w:val="00A2661E"/>
    <w:rsid w:val="00A2666E"/>
    <w:rsid w:val="00A36DF8"/>
    <w:rsid w:val="00A51A86"/>
    <w:rsid w:val="00A72EE2"/>
    <w:rsid w:val="00A83D39"/>
    <w:rsid w:val="00A84E9F"/>
    <w:rsid w:val="00A900AA"/>
    <w:rsid w:val="00A9243E"/>
    <w:rsid w:val="00A95D4D"/>
    <w:rsid w:val="00AA7F0F"/>
    <w:rsid w:val="00AC2FDD"/>
    <w:rsid w:val="00AC4AE1"/>
    <w:rsid w:val="00AE1B28"/>
    <w:rsid w:val="00B0286D"/>
    <w:rsid w:val="00B05106"/>
    <w:rsid w:val="00B14183"/>
    <w:rsid w:val="00B26561"/>
    <w:rsid w:val="00B430B2"/>
    <w:rsid w:val="00B438FC"/>
    <w:rsid w:val="00B4572D"/>
    <w:rsid w:val="00B516D9"/>
    <w:rsid w:val="00B535F5"/>
    <w:rsid w:val="00B57296"/>
    <w:rsid w:val="00B6354D"/>
    <w:rsid w:val="00B718C0"/>
    <w:rsid w:val="00B7355C"/>
    <w:rsid w:val="00B7576D"/>
    <w:rsid w:val="00B84812"/>
    <w:rsid w:val="00B90FE4"/>
    <w:rsid w:val="00B923A6"/>
    <w:rsid w:val="00B95602"/>
    <w:rsid w:val="00BA493C"/>
    <w:rsid w:val="00BB31CD"/>
    <w:rsid w:val="00BB76ED"/>
    <w:rsid w:val="00C05511"/>
    <w:rsid w:val="00C20762"/>
    <w:rsid w:val="00C21046"/>
    <w:rsid w:val="00C378B7"/>
    <w:rsid w:val="00C65DA3"/>
    <w:rsid w:val="00C95BFE"/>
    <w:rsid w:val="00CA0E8D"/>
    <w:rsid w:val="00CC5C96"/>
    <w:rsid w:val="00CD7C8C"/>
    <w:rsid w:val="00CE051E"/>
    <w:rsid w:val="00CE22D4"/>
    <w:rsid w:val="00CE5E85"/>
    <w:rsid w:val="00D013CC"/>
    <w:rsid w:val="00D1649D"/>
    <w:rsid w:val="00D20143"/>
    <w:rsid w:val="00D234FE"/>
    <w:rsid w:val="00D35D4E"/>
    <w:rsid w:val="00D42006"/>
    <w:rsid w:val="00D4625D"/>
    <w:rsid w:val="00D559D0"/>
    <w:rsid w:val="00D60510"/>
    <w:rsid w:val="00D64978"/>
    <w:rsid w:val="00D71895"/>
    <w:rsid w:val="00D75F33"/>
    <w:rsid w:val="00D76B89"/>
    <w:rsid w:val="00D812B3"/>
    <w:rsid w:val="00D86616"/>
    <w:rsid w:val="00DA17E3"/>
    <w:rsid w:val="00DC6E56"/>
    <w:rsid w:val="00DE157F"/>
    <w:rsid w:val="00DE33E8"/>
    <w:rsid w:val="00DF3302"/>
    <w:rsid w:val="00E01BF1"/>
    <w:rsid w:val="00E01D59"/>
    <w:rsid w:val="00E0712F"/>
    <w:rsid w:val="00E11308"/>
    <w:rsid w:val="00E32A13"/>
    <w:rsid w:val="00E462BB"/>
    <w:rsid w:val="00E47D75"/>
    <w:rsid w:val="00E5622A"/>
    <w:rsid w:val="00E64E1B"/>
    <w:rsid w:val="00E964F0"/>
    <w:rsid w:val="00EA3EAF"/>
    <w:rsid w:val="00EC4625"/>
    <w:rsid w:val="00ED0A3C"/>
    <w:rsid w:val="00ED4967"/>
    <w:rsid w:val="00EE2B17"/>
    <w:rsid w:val="00EF425F"/>
    <w:rsid w:val="00F01CE6"/>
    <w:rsid w:val="00F03A2E"/>
    <w:rsid w:val="00F1669D"/>
    <w:rsid w:val="00F34FF2"/>
    <w:rsid w:val="00F3639A"/>
    <w:rsid w:val="00F373D7"/>
    <w:rsid w:val="00F434A5"/>
    <w:rsid w:val="00F46354"/>
    <w:rsid w:val="00F55459"/>
    <w:rsid w:val="00F5666C"/>
    <w:rsid w:val="00F56B0A"/>
    <w:rsid w:val="00F65B8B"/>
    <w:rsid w:val="00F72967"/>
    <w:rsid w:val="00F80A6A"/>
    <w:rsid w:val="00F83C56"/>
    <w:rsid w:val="00F92E50"/>
    <w:rsid w:val="00FA148C"/>
    <w:rsid w:val="00FA59DC"/>
    <w:rsid w:val="00FA7E8C"/>
    <w:rsid w:val="00FC4A94"/>
    <w:rsid w:val="00FD1BB4"/>
    <w:rsid w:val="00FD1EFC"/>
    <w:rsid w:val="00FD3FE4"/>
    <w:rsid w:val="00FD55B1"/>
    <w:rsid w:val="00FF0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B0A"/>
    <w:rPr>
      <w:sz w:val="24"/>
      <w:szCs w:val="24"/>
      <w:lang w:val="el-GR" w:eastAsia="el-G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72967"/>
    <w:pPr>
      <w:tabs>
        <w:tab w:val="center" w:pos="4153"/>
        <w:tab w:val="right" w:pos="8306"/>
      </w:tabs>
    </w:pPr>
    <w:rPr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C6E5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7296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4F15"/>
    <w:rPr>
      <w:sz w:val="24"/>
      <w:szCs w:val="24"/>
      <w:lang w:val="el-GR" w:eastAsia="el-GR"/>
    </w:rPr>
  </w:style>
  <w:style w:type="paragraph" w:styleId="BalloonText">
    <w:name w:val="Balloon Text"/>
    <w:basedOn w:val="Normal"/>
    <w:link w:val="BalloonTextChar"/>
    <w:uiPriority w:val="99"/>
    <w:semiHidden/>
    <w:rsid w:val="008961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F15"/>
    <w:rPr>
      <w:sz w:val="0"/>
      <w:szCs w:val="0"/>
      <w:lang w:val="el-GR" w:eastAsia="el-GR"/>
    </w:rPr>
  </w:style>
  <w:style w:type="character" w:styleId="Hyperlink">
    <w:name w:val="Hyperlink"/>
    <w:basedOn w:val="DefaultParagraphFont"/>
    <w:uiPriority w:val="99"/>
    <w:rsid w:val="00600939"/>
    <w:rPr>
      <w:color w:val="0000FF"/>
      <w:u w:val="single"/>
    </w:rPr>
  </w:style>
  <w:style w:type="paragraph" w:styleId="NormalWeb">
    <w:name w:val="Normal (Web)"/>
    <w:basedOn w:val="Normal"/>
    <w:uiPriority w:val="99"/>
    <w:rsid w:val="00DC6E5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82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tachydomi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ydramagrandhotel.g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224</Words>
  <Characters>1277</Characters>
  <Application>Microsoft Office Outlook</Application>
  <DocSecurity>0</DocSecurity>
  <Lines>0</Lines>
  <Paragraphs>0</Paragraphs>
  <ScaleCrop>false</ScaleCrop>
  <Company>Intralot S.A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</dc:title>
  <dc:subject/>
  <dc:creator>proestaki</dc:creator>
  <cp:keywords/>
  <dc:description/>
  <cp:lastModifiedBy>OEY Secretary 1</cp:lastModifiedBy>
  <cp:revision>2</cp:revision>
  <cp:lastPrinted>2014-08-27T09:01:00Z</cp:lastPrinted>
  <dcterms:created xsi:type="dcterms:W3CDTF">2017-08-08T02:41:00Z</dcterms:created>
  <dcterms:modified xsi:type="dcterms:W3CDTF">2017-08-08T02:41:00Z</dcterms:modified>
</cp:coreProperties>
</file>